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933E5" w14:paraId="2244F1AE" w14:textId="77777777" w:rsidTr="00D0023C">
        <w:tc>
          <w:tcPr>
            <w:tcW w:w="2689" w:type="dxa"/>
          </w:tcPr>
          <w:p w14:paraId="5788ABE2" w14:textId="574D717F" w:rsidR="003933E5" w:rsidRPr="003933E5" w:rsidRDefault="003933E5" w:rsidP="003933E5">
            <w:pPr>
              <w:pStyle w:val="SIText"/>
            </w:pPr>
            <w:r w:rsidRPr="00CC451E">
              <w:t>Release</w:t>
            </w:r>
            <w:r w:rsidRPr="003933E5">
              <w:t xml:space="preserve"> </w:t>
            </w:r>
            <w:r>
              <w:t>3</w:t>
            </w:r>
          </w:p>
        </w:tc>
        <w:tc>
          <w:tcPr>
            <w:tcW w:w="6939" w:type="dxa"/>
          </w:tcPr>
          <w:p w14:paraId="3136E6E7" w14:textId="38DD9931" w:rsidR="003933E5" w:rsidRPr="003933E5" w:rsidRDefault="003933E5" w:rsidP="003933E5">
            <w:pPr>
              <w:pStyle w:val="SIText"/>
            </w:pPr>
            <w:r w:rsidRPr="00CC451E">
              <w:t xml:space="preserve">This version released with </w:t>
            </w:r>
            <w:r w:rsidRPr="003933E5">
              <w:t xml:space="preserve">AHC Agriculture, Horticulture and Conservation and Land Management Training Package Version </w:t>
            </w:r>
            <w:r>
              <w:t>7</w:t>
            </w:r>
            <w:r w:rsidRPr="003933E5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72F68C9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DA50A8">
              <w:t>2</w:t>
            </w:r>
          </w:p>
        </w:tc>
        <w:tc>
          <w:tcPr>
            <w:tcW w:w="6939" w:type="dxa"/>
          </w:tcPr>
          <w:p w14:paraId="1452D98A" w14:textId="16ACDC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A50A8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  <w:tr w:rsidR="00DA50A8" w14:paraId="6EFE5838" w14:textId="77777777" w:rsidTr="00146EEC">
        <w:tc>
          <w:tcPr>
            <w:tcW w:w="2689" w:type="dxa"/>
          </w:tcPr>
          <w:p w14:paraId="758894CA" w14:textId="7D00ACF7" w:rsidR="00DA50A8" w:rsidRPr="00DA50A8" w:rsidRDefault="00DA50A8" w:rsidP="00DA50A8">
            <w:pPr>
              <w:pStyle w:val="SIText"/>
            </w:pPr>
            <w:r w:rsidRPr="00DA50A8">
              <w:t>Release 1</w:t>
            </w:r>
          </w:p>
        </w:tc>
        <w:tc>
          <w:tcPr>
            <w:tcW w:w="6939" w:type="dxa"/>
          </w:tcPr>
          <w:p w14:paraId="13C1058B" w14:textId="1DF87632" w:rsidR="00DA50A8" w:rsidRPr="00DA50A8" w:rsidRDefault="00DA50A8" w:rsidP="00DA50A8">
            <w:pPr>
              <w:pStyle w:val="SIText"/>
            </w:pPr>
            <w:r w:rsidRPr="00DA50A8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B32B9F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DA50A8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6DE1CFBB" w:rsidR="00F1480E" w:rsidRPr="000754EC" w:rsidRDefault="00DA50A8" w:rsidP="000754EC">
            <w:pPr>
              <w:pStyle w:val="SIUnittitle"/>
            </w:pPr>
            <w:r w:rsidRPr="00DA50A8">
              <w:t>Install metal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898D5D" w14:textId="783251CB" w:rsidR="00DA50A8" w:rsidRPr="00DA50A8" w:rsidRDefault="00DA50A8" w:rsidP="00DA50A8">
            <w:r w:rsidRPr="00DA50A8">
              <w:t>This unit of competency describes the skills and knowledge required to install metal structures and features as a component of landscape project works</w:t>
            </w:r>
            <w:r w:rsidR="00A90444">
              <w:t>, including preparing for work, setting out site, preparing and cutting metal components, assembling and erecting structure, checking and cleaning up site</w:t>
            </w:r>
            <w:r w:rsidRPr="00DA50A8">
              <w:t>.</w:t>
            </w:r>
          </w:p>
          <w:p w14:paraId="5F011A13" w14:textId="77777777" w:rsidR="00DA50A8" w:rsidRPr="00DA50A8" w:rsidRDefault="00DA50A8" w:rsidP="00DA50A8"/>
          <w:p w14:paraId="48523D51" w14:textId="2C960C5A" w:rsidR="00DA50A8" w:rsidRPr="00DA50A8" w:rsidRDefault="00DA50A8" w:rsidP="00DA50A8">
            <w:r w:rsidRPr="00DA50A8">
              <w:t>Th</w:t>
            </w:r>
            <w:r w:rsidR="00A90444">
              <w:t>e</w:t>
            </w:r>
            <w:r w:rsidRPr="00DA50A8">
              <w:t xml:space="preserve"> unit applies to individuals who </w:t>
            </w:r>
            <w:r w:rsidR="00A90444">
              <w:t xml:space="preserve">install metal structures and features under broad </w:t>
            </w:r>
            <w:proofErr w:type="gramStart"/>
            <w:r w:rsidR="00A90444">
              <w:t>direction, and</w:t>
            </w:r>
            <w:proofErr w:type="gramEnd"/>
            <w:r w:rsidR="00A90444">
              <w:t xml:space="preserve"> </w:t>
            </w:r>
            <w:r w:rsidRPr="00DA50A8">
              <w:t>take responsibility for their own work and for the quality of the work of others.</w:t>
            </w:r>
          </w:p>
          <w:p w14:paraId="16073447" w14:textId="77777777" w:rsidR="00DA50A8" w:rsidRPr="00DA50A8" w:rsidRDefault="00DA50A8" w:rsidP="00DA50A8"/>
          <w:p w14:paraId="034C6C33" w14:textId="17DA5230" w:rsidR="00373436" w:rsidRPr="000754EC" w:rsidRDefault="00DA50A8" w:rsidP="00DA50A8">
            <w:pPr>
              <w:pStyle w:val="SIText"/>
            </w:pPr>
            <w:r w:rsidRPr="00DA50A8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0122BF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A50A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B7B1843" w:rsidR="00DA50A8" w:rsidRPr="00DA50A8" w:rsidRDefault="00DA50A8" w:rsidP="00DA50A8">
            <w:pPr>
              <w:pStyle w:val="SIText"/>
            </w:pPr>
            <w:r w:rsidRPr="00DA50A8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059E2AB5" w14:textId="2F35AD47" w:rsidR="00DA50A8" w:rsidRPr="00DA50A8" w:rsidRDefault="00DA50A8" w:rsidP="00DA50A8">
            <w:r w:rsidRPr="00DA50A8">
              <w:t xml:space="preserve">1.1 Interpret </w:t>
            </w:r>
            <w:r w:rsidR="00A90444">
              <w:t xml:space="preserve">site </w:t>
            </w:r>
            <w:r w:rsidRPr="00DA50A8">
              <w:t>plans and specifications</w:t>
            </w:r>
          </w:p>
          <w:p w14:paraId="1FD920EC" w14:textId="2D8FB7E8" w:rsidR="00DA50A8" w:rsidRPr="00DA50A8" w:rsidRDefault="00DA50A8" w:rsidP="00DA50A8">
            <w:r w:rsidRPr="00DA50A8">
              <w:t xml:space="preserve">1.2 </w:t>
            </w:r>
            <w:r w:rsidR="00A90444" w:rsidRPr="00365EA3">
              <w:t xml:space="preserve">Identify </w:t>
            </w:r>
            <w:r w:rsidR="00A90444" w:rsidRPr="00A90444">
              <w:t>potential hazards and risks, and implement safe working practices to manage risks</w:t>
            </w:r>
          </w:p>
          <w:p w14:paraId="67D0B5EE" w14:textId="735F477A" w:rsidR="00DA50A8" w:rsidRPr="00DA50A8" w:rsidRDefault="00DA50A8" w:rsidP="00DA50A8">
            <w:r w:rsidRPr="00DA50A8">
              <w:t xml:space="preserve">1.3 </w:t>
            </w:r>
            <w:r w:rsidR="00A90444" w:rsidRPr="008323ED">
              <w:t>Check the quantity and quality of materials</w:t>
            </w:r>
          </w:p>
          <w:p w14:paraId="4CE04E24" w14:textId="29460E94" w:rsidR="00DA50A8" w:rsidRPr="00DA50A8" w:rsidRDefault="00DA50A8" w:rsidP="00DA50A8">
            <w:r w:rsidRPr="00DA50A8">
              <w:t xml:space="preserve">1.4 </w:t>
            </w:r>
            <w:r w:rsidR="00A90444" w:rsidRPr="00DA50A8">
              <w:t xml:space="preserve">Select tools and equipment </w:t>
            </w:r>
            <w:r w:rsidR="00A90444">
              <w:t xml:space="preserve">required for installation work </w:t>
            </w:r>
            <w:r w:rsidR="00A90444" w:rsidRPr="00DA50A8">
              <w:t xml:space="preserve">and check for </w:t>
            </w:r>
            <w:r w:rsidR="00A90444" w:rsidRPr="00A90444">
              <w:t>serviceability</w:t>
            </w:r>
          </w:p>
          <w:p w14:paraId="1696B99B" w14:textId="7FAA15F5" w:rsidR="00DA50A8" w:rsidRPr="00DA50A8" w:rsidRDefault="00DA50A8" w:rsidP="00DA50A8">
            <w:r w:rsidRPr="00DA50A8">
              <w:t>1.5 Select</w:t>
            </w:r>
            <w:r w:rsidR="00541255">
              <w:t>, fit,</w:t>
            </w:r>
            <w:r w:rsidRPr="00DA50A8">
              <w:t xml:space="preserve"> </w:t>
            </w:r>
            <w:proofErr w:type="gramStart"/>
            <w:r w:rsidRPr="00DA50A8">
              <w:t>use</w:t>
            </w:r>
            <w:proofErr w:type="gramEnd"/>
            <w:r w:rsidR="00541255">
              <w:t xml:space="preserve"> and maintain</w:t>
            </w:r>
            <w:r w:rsidRPr="00DA50A8">
              <w:t xml:space="preserve"> personal protective equipment (PPE)</w:t>
            </w:r>
            <w:r w:rsidR="00541255">
              <w:t xml:space="preserve"> applicable to the task</w:t>
            </w:r>
          </w:p>
        </w:tc>
      </w:tr>
      <w:tr w:rsidR="00DA50A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C56B608" w:rsidR="00DA50A8" w:rsidRPr="00DA50A8" w:rsidRDefault="00DA50A8" w:rsidP="00DA50A8">
            <w:pPr>
              <w:pStyle w:val="SIText"/>
            </w:pPr>
            <w:r w:rsidRPr="00DA50A8">
              <w:t>2. Set out the site for the structure</w:t>
            </w:r>
          </w:p>
        </w:tc>
        <w:tc>
          <w:tcPr>
            <w:tcW w:w="3604" w:type="pct"/>
            <w:shd w:val="clear" w:color="auto" w:fill="auto"/>
          </w:tcPr>
          <w:p w14:paraId="42598040" w14:textId="3B19622C" w:rsidR="00DA50A8" w:rsidRPr="00DA50A8" w:rsidRDefault="00DA50A8" w:rsidP="00DA50A8">
            <w:r w:rsidRPr="00DA50A8">
              <w:t>2.1 Determine</w:t>
            </w:r>
            <w:r w:rsidR="00541255">
              <w:t>,</w:t>
            </w:r>
            <w:r w:rsidRPr="00DA50A8">
              <w:t xml:space="preserve"> </w:t>
            </w:r>
            <w:proofErr w:type="gramStart"/>
            <w:r w:rsidRPr="00DA50A8">
              <w:t>locate</w:t>
            </w:r>
            <w:proofErr w:type="gramEnd"/>
            <w:r w:rsidR="00541255">
              <w:t xml:space="preserve"> and mark out</w:t>
            </w:r>
            <w:r w:rsidRPr="00DA50A8">
              <w:t xml:space="preserve"> services</w:t>
            </w:r>
            <w:r w:rsidR="00541255">
              <w:t xml:space="preserve"> from site plan</w:t>
            </w:r>
          </w:p>
          <w:p w14:paraId="7E99EEFD" w14:textId="77777777" w:rsidR="00DA50A8" w:rsidRPr="00DA50A8" w:rsidRDefault="00DA50A8" w:rsidP="00DA50A8">
            <w:r w:rsidRPr="00DA50A8">
              <w:t>2.2 Mark out the position of the structure or feature</w:t>
            </w:r>
          </w:p>
          <w:p w14:paraId="727254A5" w14:textId="77777777" w:rsidR="00DA50A8" w:rsidRPr="00DA50A8" w:rsidRDefault="00DA50A8" w:rsidP="00DA50A8">
            <w:r w:rsidRPr="00DA50A8">
              <w:t>2.3 Establish profiles to conform to nominated tolerances</w:t>
            </w:r>
          </w:p>
          <w:p w14:paraId="6BB72E57" w14:textId="27263E25" w:rsidR="00DA50A8" w:rsidRPr="00DA50A8" w:rsidRDefault="00DA50A8" w:rsidP="00DA50A8">
            <w:pPr>
              <w:pStyle w:val="SIText"/>
            </w:pPr>
            <w:r w:rsidRPr="00DA50A8">
              <w:t>2.4 Excavate and prepare footings according to the type of structure to be erected</w:t>
            </w:r>
          </w:p>
        </w:tc>
      </w:tr>
      <w:tr w:rsidR="00DA50A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55A88CB" w:rsidR="00DA50A8" w:rsidRPr="00DA50A8" w:rsidRDefault="00DA50A8" w:rsidP="00DA50A8">
            <w:pPr>
              <w:pStyle w:val="SIText"/>
            </w:pPr>
            <w:r w:rsidRPr="00DA50A8">
              <w:t>3. Prepare and cut metal components</w:t>
            </w:r>
          </w:p>
        </w:tc>
        <w:tc>
          <w:tcPr>
            <w:tcW w:w="3604" w:type="pct"/>
            <w:shd w:val="clear" w:color="auto" w:fill="auto"/>
          </w:tcPr>
          <w:p w14:paraId="4BFA4992" w14:textId="77777777" w:rsidR="00DA50A8" w:rsidRPr="00DA50A8" w:rsidRDefault="00DA50A8" w:rsidP="00DA50A8">
            <w:r w:rsidRPr="00DA50A8">
              <w:t>3.1 Lay components out for assembly</w:t>
            </w:r>
          </w:p>
          <w:p w14:paraId="5BE54CD7" w14:textId="77777777" w:rsidR="00DA50A8" w:rsidRPr="00DA50A8" w:rsidRDefault="00DA50A8" w:rsidP="00DA50A8">
            <w:r w:rsidRPr="00DA50A8">
              <w:t>3.2 Mark the length of components and the positions of joins</w:t>
            </w:r>
          </w:p>
          <w:p w14:paraId="7C104250" w14:textId="06C1B60A" w:rsidR="00DA50A8" w:rsidRPr="00DA50A8" w:rsidRDefault="00DA50A8" w:rsidP="00DA50A8">
            <w:pPr>
              <w:pStyle w:val="SIText"/>
            </w:pPr>
            <w:r w:rsidRPr="00DA50A8">
              <w:t>3.3 Cut, check and join components in preparation for joining and assembly</w:t>
            </w:r>
          </w:p>
        </w:tc>
      </w:tr>
      <w:tr w:rsidR="00DA50A8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28947613" w:rsidR="00DA50A8" w:rsidRPr="00DA50A8" w:rsidRDefault="00DA50A8" w:rsidP="00DA50A8">
            <w:pPr>
              <w:pStyle w:val="SIText"/>
            </w:pPr>
            <w:r w:rsidRPr="00DA50A8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48A8B1F" w14:textId="77777777" w:rsidR="00DA50A8" w:rsidRPr="00DA50A8" w:rsidRDefault="00DA50A8" w:rsidP="00DA50A8">
            <w:r w:rsidRPr="00DA50A8">
              <w:t>4.1 Fix, join or assemble metal components into position and fix into place</w:t>
            </w:r>
          </w:p>
          <w:p w14:paraId="1207EFF1" w14:textId="77777777" w:rsidR="00DA50A8" w:rsidRPr="00DA50A8" w:rsidRDefault="00DA50A8" w:rsidP="00DA50A8">
            <w:r w:rsidRPr="00DA50A8">
              <w:t>4.2 Install remaining components and fix into position</w:t>
            </w:r>
          </w:p>
          <w:p w14:paraId="558CB58F" w14:textId="77777777" w:rsidR="00DA50A8" w:rsidRPr="00DA50A8" w:rsidRDefault="00DA50A8" w:rsidP="00DA50A8">
            <w:r w:rsidRPr="00DA50A8">
              <w:t>4.3 Finish off structure to ensure all components are secure and complete</w:t>
            </w:r>
          </w:p>
          <w:p w14:paraId="594E8C1D" w14:textId="121E13F5" w:rsidR="00DA50A8" w:rsidRPr="00DA50A8" w:rsidRDefault="00DA50A8" w:rsidP="00DA50A8">
            <w:r w:rsidRPr="00DA50A8">
              <w:t>4.4 Apply coatings</w:t>
            </w:r>
          </w:p>
        </w:tc>
      </w:tr>
      <w:tr w:rsidR="00DA50A8" w:rsidRPr="00963A46" w14:paraId="1B1F21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D3A38" w14:textId="26F04BC9" w:rsidR="00DA50A8" w:rsidRPr="00DA50A8" w:rsidRDefault="00DA50A8" w:rsidP="00DA50A8">
            <w:pPr>
              <w:pStyle w:val="SIText"/>
            </w:pPr>
            <w:r w:rsidRPr="00DA50A8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98372F" w14:textId="57D809B9" w:rsidR="00DA50A8" w:rsidRPr="00DA50A8" w:rsidRDefault="00DA50A8" w:rsidP="00DA50A8">
            <w:r w:rsidRPr="00DA50A8">
              <w:t>5.1 Inspect the quality of finished works to ensure the</w:t>
            </w:r>
            <w:r w:rsidR="00541255">
              <w:t xml:space="preserve"> required standard has been achieved</w:t>
            </w:r>
          </w:p>
          <w:p w14:paraId="4989E5C2" w14:textId="77777777" w:rsidR="00DA50A8" w:rsidRPr="00DA50A8" w:rsidRDefault="00DA50A8" w:rsidP="00DA50A8">
            <w:r w:rsidRPr="00DA50A8">
              <w:t>5.2 Clean debris from structure and site</w:t>
            </w:r>
          </w:p>
          <w:p w14:paraId="4A401BAB" w14:textId="2EC1BB79" w:rsidR="00DA50A8" w:rsidRPr="00DA50A8" w:rsidRDefault="00DA50A8" w:rsidP="00DA50A8">
            <w:r w:rsidRPr="00DA50A8">
              <w:t xml:space="preserve">5.3 </w:t>
            </w:r>
            <w:r w:rsidR="00541255">
              <w:t>D</w:t>
            </w:r>
            <w:r w:rsidRPr="00DA50A8">
              <w:t xml:space="preserve">ispose of </w:t>
            </w:r>
            <w:r w:rsidR="00541255">
              <w:t>or recycle waste material from the site</w:t>
            </w:r>
          </w:p>
          <w:p w14:paraId="187240F2" w14:textId="77777777" w:rsidR="00DA50A8" w:rsidRPr="00DA50A8" w:rsidRDefault="00DA50A8" w:rsidP="00DA50A8">
            <w:r w:rsidRPr="00DA50A8">
              <w:t>5.4 Store unused metal components for future re-use</w:t>
            </w:r>
          </w:p>
          <w:p w14:paraId="6F27811A" w14:textId="77777777" w:rsidR="00DA50A8" w:rsidRDefault="00DA50A8" w:rsidP="00DA50A8">
            <w:r w:rsidRPr="00DA50A8">
              <w:t>5.5 Clean, maintain and store tools and equipment</w:t>
            </w:r>
          </w:p>
          <w:p w14:paraId="2AFF319D" w14:textId="46AC60F5" w:rsidR="00541255" w:rsidRPr="00DA50A8" w:rsidRDefault="00541255" w:rsidP="00DA50A8">
            <w:r>
              <w:t xml:space="preserve">5.6 </w:t>
            </w:r>
            <w:r w:rsidRPr="00541255">
              <w:t>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41164" w:rsidRPr="00336FCA" w:rsidDel="00423CB2" w14:paraId="1CF24FD6" w14:textId="77777777" w:rsidTr="00CA2922">
        <w:tc>
          <w:tcPr>
            <w:tcW w:w="1396" w:type="pct"/>
          </w:tcPr>
          <w:p w14:paraId="6D88B952" w14:textId="0541DCEB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2733C83E" w:rsidR="00B41164" w:rsidRPr="00B41164" w:rsidRDefault="00B41164" w:rsidP="006369B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6369BC" w:rsidRPr="006369BC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6369BC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1164" w14:paraId="7449DA1D" w14:textId="77777777" w:rsidTr="00F33FF2">
        <w:tc>
          <w:tcPr>
            <w:tcW w:w="1028" w:type="pct"/>
          </w:tcPr>
          <w:p w14:paraId="1153071B" w14:textId="77777777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AHCLSC308 Install metal structures and features</w:t>
            </w:r>
          </w:p>
          <w:p w14:paraId="09E49E25" w14:textId="013D5B6B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Release 3</w:t>
            </w:r>
          </w:p>
        </w:tc>
        <w:tc>
          <w:tcPr>
            <w:tcW w:w="1105" w:type="pct"/>
          </w:tcPr>
          <w:p w14:paraId="58DCD711" w14:textId="77777777" w:rsidR="00B41164" w:rsidRPr="00B41164" w:rsidRDefault="00B41164" w:rsidP="00B41164">
            <w:pPr>
              <w:pStyle w:val="SIText"/>
            </w:pPr>
            <w:r w:rsidRPr="00B41164">
              <w:t>AHCLSC308 Install metal structures and features</w:t>
            </w:r>
          </w:p>
          <w:p w14:paraId="2293AA64" w14:textId="4A3B1D38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t>Release 2</w:t>
            </w:r>
          </w:p>
        </w:tc>
        <w:tc>
          <w:tcPr>
            <w:tcW w:w="1251" w:type="pct"/>
          </w:tcPr>
          <w:p w14:paraId="37F83581" w14:textId="77777777" w:rsidR="00B41164" w:rsidRPr="00B41164" w:rsidRDefault="00B41164" w:rsidP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8296F41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89DDED6" w14:textId="77777777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B7AA9DB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9FB476A" w:rsidR="00B41164" w:rsidRPr="00B41164" w:rsidRDefault="00B4116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116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  <w:tr w:rsidR="00B41164" w14:paraId="7EFB7203" w14:textId="77777777" w:rsidTr="00F33FF2">
        <w:tc>
          <w:tcPr>
            <w:tcW w:w="1028" w:type="pct"/>
          </w:tcPr>
          <w:p w14:paraId="650C0545" w14:textId="77777777" w:rsidR="00B41164" w:rsidRDefault="00B41164" w:rsidP="00B41164">
            <w:pPr>
              <w:pStyle w:val="SIText"/>
            </w:pPr>
            <w:r w:rsidRPr="00680E14">
              <w:t>AHCLSC308 Install metal structures and features</w:t>
            </w:r>
          </w:p>
          <w:p w14:paraId="6B803FA7" w14:textId="1D32890C" w:rsidR="00B41164" w:rsidRPr="00B41164" w:rsidRDefault="00B41164" w:rsidP="00B41164">
            <w:pPr>
              <w:pStyle w:val="SIText"/>
            </w:pPr>
            <w:r w:rsidRPr="00B41164">
              <w:t>Release 2</w:t>
            </w:r>
          </w:p>
        </w:tc>
        <w:tc>
          <w:tcPr>
            <w:tcW w:w="1105" w:type="pct"/>
          </w:tcPr>
          <w:p w14:paraId="358F999E" w14:textId="77777777" w:rsidR="00B41164" w:rsidRDefault="00B41164" w:rsidP="00B41164">
            <w:pPr>
              <w:pStyle w:val="SIText"/>
            </w:pPr>
            <w:r w:rsidRPr="00680E14">
              <w:t>AHCLSC308 Install metal structures and features</w:t>
            </w:r>
          </w:p>
          <w:p w14:paraId="3216D365" w14:textId="36C04CA1" w:rsidR="00B41164" w:rsidRPr="00B41164" w:rsidRDefault="00B41164" w:rsidP="00B41164">
            <w:pPr>
              <w:pStyle w:val="SIText"/>
            </w:pPr>
            <w:r w:rsidRPr="00B41164">
              <w:t>Release 1</w:t>
            </w:r>
          </w:p>
        </w:tc>
        <w:tc>
          <w:tcPr>
            <w:tcW w:w="1251" w:type="pct"/>
          </w:tcPr>
          <w:p w14:paraId="30B8888F" w14:textId="1AE52B64" w:rsidR="00B41164" w:rsidRPr="00B41164" w:rsidRDefault="00B41164" w:rsidP="00B411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164">
              <w:t>Minor typographical error corrected</w:t>
            </w:r>
          </w:p>
        </w:tc>
        <w:tc>
          <w:tcPr>
            <w:tcW w:w="1616" w:type="pct"/>
          </w:tcPr>
          <w:p w14:paraId="325B98A3" w14:textId="64BE5A7E" w:rsidR="00B41164" w:rsidRPr="00B41164" w:rsidRDefault="00B41164" w:rsidP="00B4116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41164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941E12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9A787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A50A8" w:rsidRPr="00DA50A8">
              <w:t>AHCLSC308 Install metal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0E14">
        <w:trPr>
          <w:trHeight w:val="3435"/>
        </w:trPr>
        <w:tc>
          <w:tcPr>
            <w:tcW w:w="5000" w:type="pct"/>
            <w:gridSpan w:val="2"/>
            <w:shd w:val="clear" w:color="auto" w:fill="auto"/>
          </w:tcPr>
          <w:p w14:paraId="6BFF6ACC" w14:textId="13E1C628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80E1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80E1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8A6B49C" w:rsidR="00DA54B5" w:rsidRPr="0056376F" w:rsidRDefault="00DA54B5" w:rsidP="00563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56376F">
              <w:rPr>
                <w:rStyle w:val="SITemporaryText-red"/>
                <w:color w:val="auto"/>
                <w:sz w:val="20"/>
              </w:rPr>
              <w:t>has</w:t>
            </w:r>
            <w:r w:rsidR="00B41164" w:rsidRPr="0056376F">
              <w:rPr>
                <w:rStyle w:val="SITemporaryText-red"/>
                <w:color w:val="auto"/>
                <w:sz w:val="20"/>
              </w:rPr>
              <w:t xml:space="preserve"> installed metal structures or features on at least two occasions and has</w:t>
            </w:r>
            <w:r w:rsidRPr="0056376F">
              <w:rPr>
                <w:rStyle w:val="SITemporaryText-red"/>
                <w:color w:val="auto"/>
                <w:sz w:val="20"/>
              </w:rPr>
              <w:t>:</w:t>
            </w:r>
          </w:p>
          <w:p w14:paraId="1E8D3634" w14:textId="77777777" w:rsidR="00B41164" w:rsidRPr="00B41164" w:rsidRDefault="00B41164" w:rsidP="00B41164">
            <w:pPr>
              <w:pStyle w:val="SIBulletList1"/>
            </w:pPr>
            <w:r>
              <w:t>applied workplace health and safety requirements</w:t>
            </w:r>
          </w:p>
          <w:p w14:paraId="2A653A57" w14:textId="1FAF4D7D" w:rsidR="00B41164" w:rsidRPr="00B41164" w:rsidRDefault="00B41164" w:rsidP="00B41164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 w:rsidRPr="00B41164">
              <w:t xml:space="preserve"> and maintained tools and equipment required for </w:t>
            </w:r>
            <w:r w:rsidR="0056376F">
              <w:t xml:space="preserve">installation of metal </w:t>
            </w:r>
            <w:r w:rsidRPr="00B41164">
              <w:t>structures and features</w:t>
            </w:r>
          </w:p>
          <w:p w14:paraId="087BE018" w14:textId="618C5907" w:rsidR="00B41164" w:rsidRPr="00B41164" w:rsidRDefault="00B41164" w:rsidP="00B41164">
            <w:pPr>
              <w:pStyle w:val="SIBulletList1"/>
            </w:pPr>
            <w:r>
              <w:t>interpreted site plans and specifications</w:t>
            </w:r>
          </w:p>
          <w:p w14:paraId="296FB05D" w14:textId="06F15890" w:rsidR="00DA50A8" w:rsidRPr="00DA50A8" w:rsidRDefault="00DA50A8" w:rsidP="00DA50A8">
            <w:pPr>
              <w:pStyle w:val="SIBulletList1"/>
            </w:pPr>
            <w:r w:rsidRPr="00DA50A8">
              <w:t>plan</w:t>
            </w:r>
            <w:r w:rsidR="0056376F">
              <w:t>ned</w:t>
            </w:r>
            <w:r w:rsidRPr="00DA50A8">
              <w:t xml:space="preserve"> and prepare</w:t>
            </w:r>
            <w:r w:rsidR="0056376F">
              <w:t>d</w:t>
            </w:r>
            <w:r w:rsidRPr="00DA50A8">
              <w:t xml:space="preserve"> metal structures and features using </w:t>
            </w:r>
            <w:r w:rsidR="0056376F">
              <w:t xml:space="preserve">site </w:t>
            </w:r>
            <w:r w:rsidRPr="00DA50A8">
              <w:t>plans and specifications</w:t>
            </w:r>
          </w:p>
          <w:p w14:paraId="3CCD9B0E" w14:textId="1BE19B87" w:rsidR="00DA50A8" w:rsidRPr="00DA50A8" w:rsidRDefault="00DA50A8" w:rsidP="00DA50A8">
            <w:pPr>
              <w:pStyle w:val="SIBulletList1"/>
            </w:pPr>
            <w:r w:rsidRPr="00DA50A8">
              <w:t>mark</w:t>
            </w:r>
            <w:r w:rsidR="0056376F">
              <w:t>ed</w:t>
            </w:r>
            <w:r w:rsidRPr="00DA50A8">
              <w:t xml:space="preserve"> out </w:t>
            </w:r>
            <w:r w:rsidR="0056376F">
              <w:t xml:space="preserve">a </w:t>
            </w:r>
            <w:r w:rsidRPr="00DA50A8">
              <w:t xml:space="preserve">site for metal structures and features </w:t>
            </w:r>
            <w:r w:rsidR="0056376F">
              <w:t>according to</w:t>
            </w:r>
            <w:r w:rsidR="0056376F" w:rsidRPr="00DA50A8">
              <w:t xml:space="preserve"> </w:t>
            </w:r>
            <w:r w:rsidRPr="00DA50A8">
              <w:t>design drawings and specifications</w:t>
            </w:r>
          </w:p>
          <w:p w14:paraId="36C23590" w14:textId="4BDADDD9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surveying instruments</w:t>
            </w:r>
          </w:p>
          <w:p w14:paraId="538DA81B" w14:textId="408A4125" w:rsidR="00DA50A8" w:rsidRPr="00DA50A8" w:rsidRDefault="00DA50A8" w:rsidP="00DA50A8">
            <w:pPr>
              <w:pStyle w:val="SIBulletList1"/>
            </w:pPr>
            <w:r w:rsidRPr="00DA50A8">
              <w:t>establish</w:t>
            </w:r>
            <w:r w:rsidR="0056376F">
              <w:t>ed</w:t>
            </w:r>
            <w:r w:rsidRPr="00DA50A8">
              <w:t xml:space="preserve"> levels and prepare footings</w:t>
            </w:r>
          </w:p>
          <w:p w14:paraId="7C7708FE" w14:textId="576B3F97" w:rsidR="00DA50A8" w:rsidRPr="00DA50A8" w:rsidRDefault="00DA50A8" w:rsidP="00DA50A8">
            <w:pPr>
              <w:pStyle w:val="SIBulletList1"/>
            </w:pPr>
            <w:r w:rsidRPr="00DA50A8">
              <w:t>excavate</w:t>
            </w:r>
            <w:r w:rsidR="0056376F">
              <w:t>d</w:t>
            </w:r>
            <w:r w:rsidRPr="00DA50A8">
              <w:t xml:space="preserve"> footings</w:t>
            </w:r>
          </w:p>
          <w:p w14:paraId="7DA0FBC5" w14:textId="01662E49" w:rsidR="00DA50A8" w:rsidRPr="00DA50A8" w:rsidRDefault="00DA50A8" w:rsidP="00DA50A8">
            <w:pPr>
              <w:pStyle w:val="SIBulletList1"/>
            </w:pPr>
            <w:r w:rsidRPr="00DA50A8">
              <w:t>estimate</w:t>
            </w:r>
            <w:r w:rsidR="0056376F">
              <w:t>d</w:t>
            </w:r>
            <w:r w:rsidRPr="00DA50A8">
              <w:t xml:space="preserve"> quantities</w:t>
            </w:r>
          </w:p>
          <w:p w14:paraId="23E7AC61" w14:textId="480A49D0" w:rsidR="00DA50A8" w:rsidRPr="00DA50A8" w:rsidRDefault="00DA50A8" w:rsidP="00DA50A8">
            <w:pPr>
              <w:pStyle w:val="SIBulletList1"/>
            </w:pPr>
            <w:r w:rsidRPr="00DA50A8">
              <w:t>use</w:t>
            </w:r>
            <w:r w:rsidR="0056376F">
              <w:t>d</w:t>
            </w:r>
            <w:r w:rsidRPr="00DA50A8">
              <w:t xml:space="preserve"> power tools efficiently and safely</w:t>
            </w:r>
          </w:p>
          <w:p w14:paraId="09CCC9CD" w14:textId="2F3155FF" w:rsidR="00DA50A8" w:rsidRPr="00DA50A8" w:rsidRDefault="00DA50A8" w:rsidP="00DA50A8">
            <w:pPr>
              <w:pStyle w:val="SIBulletList1"/>
            </w:pPr>
            <w:r w:rsidRPr="00DA50A8">
              <w:t>measure</w:t>
            </w:r>
            <w:r w:rsidR="0056376F">
              <w:t>d</w:t>
            </w:r>
            <w:r w:rsidRPr="00DA50A8">
              <w:t xml:space="preserve"> and mark</w:t>
            </w:r>
            <w:r w:rsidR="0056376F">
              <w:t>ed</w:t>
            </w:r>
            <w:r w:rsidRPr="00DA50A8">
              <w:t xml:space="preserve"> lengths of metal components</w:t>
            </w:r>
          </w:p>
          <w:p w14:paraId="106678AB" w14:textId="391858DE" w:rsidR="00DA50A8" w:rsidRPr="00DA50A8" w:rsidRDefault="00DA50A8" w:rsidP="00DA50A8">
            <w:pPr>
              <w:pStyle w:val="SIBulletList1"/>
            </w:pPr>
            <w:r w:rsidRPr="00DA50A8">
              <w:t>fix</w:t>
            </w:r>
            <w:r w:rsidR="0056376F">
              <w:t>ed</w:t>
            </w:r>
            <w:r w:rsidRPr="00DA50A8">
              <w:t xml:space="preserve">, </w:t>
            </w:r>
            <w:proofErr w:type="gramStart"/>
            <w:r w:rsidRPr="00DA50A8">
              <w:t>join</w:t>
            </w:r>
            <w:r w:rsidR="0056376F">
              <w:t>ed</w:t>
            </w:r>
            <w:proofErr w:type="gramEnd"/>
            <w:r w:rsidRPr="00DA50A8">
              <w:t xml:space="preserve"> or assemble</w:t>
            </w:r>
            <w:r w:rsidR="0056376F">
              <w:t>d</w:t>
            </w:r>
            <w:r w:rsidRPr="00DA50A8">
              <w:t xml:space="preserve"> metal components</w:t>
            </w:r>
          </w:p>
          <w:p w14:paraId="0BC51675" w14:textId="761619C8" w:rsidR="0056376F" w:rsidRDefault="00DA50A8" w:rsidP="0056376F">
            <w:pPr>
              <w:pStyle w:val="SIBulletList1"/>
            </w:pPr>
            <w:r w:rsidRPr="00DA50A8">
              <w:t>appl</w:t>
            </w:r>
            <w:r w:rsidR="0056376F">
              <w:t>ied</w:t>
            </w:r>
            <w:r w:rsidRPr="00DA50A8">
              <w:t xml:space="preserve"> surface finishes</w:t>
            </w:r>
          </w:p>
          <w:p w14:paraId="49142594" w14:textId="613A11AD" w:rsidR="0056376F" w:rsidRPr="0056376F" w:rsidRDefault="0056376F" w:rsidP="0056376F">
            <w:pPr>
              <w:pStyle w:val="SIBulletList1"/>
            </w:pPr>
            <w:r>
              <w:t>checked quality of work and cleaned up site</w:t>
            </w:r>
          </w:p>
          <w:p w14:paraId="3F4E2EAA" w14:textId="48E80564" w:rsidR="00556C4C" w:rsidRPr="000754EC" w:rsidRDefault="0056376F" w:rsidP="0056376F">
            <w:pPr>
              <w:pStyle w:val="SIBulletList1"/>
            </w:pPr>
            <w:r>
              <w:t>reported unserviceable tools and equipment</w:t>
            </w:r>
            <w:r w:rsidRPr="0056376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CC46C03" w14:textId="2CAD590D" w:rsidR="00E57DB2" w:rsidRPr="00E57DB2" w:rsidRDefault="00E57DB2" w:rsidP="00E57DB2">
            <w:pPr>
              <w:pStyle w:val="SIBulletList1"/>
            </w:pPr>
            <w:r>
              <w:t xml:space="preserve">workplace </w:t>
            </w:r>
            <w:r w:rsidRPr="00E57DB2">
              <w:t xml:space="preserve">requirements applicable to health and safety in the workplace for </w:t>
            </w:r>
            <w:r w:rsidR="00FF6E79">
              <w:t>installation of m</w:t>
            </w:r>
            <w:r w:rsidR="00FF6E79" w:rsidRPr="00FF6E79">
              <w:t xml:space="preserve">etal </w:t>
            </w:r>
            <w:r w:rsidRPr="00E57DB2">
              <w:t>structures and features, including appropriate use of personal protective equipment (PPE)</w:t>
            </w:r>
          </w:p>
          <w:p w14:paraId="3E8A9F44" w14:textId="0823B15C" w:rsidR="00DA50A8" w:rsidRPr="00DA50A8" w:rsidRDefault="00DA50A8" w:rsidP="00DA50A8">
            <w:pPr>
              <w:pStyle w:val="SIBulletList1"/>
            </w:pPr>
            <w:r w:rsidRPr="00DA50A8">
              <w:t>principles and practices of installing metal structures and features</w:t>
            </w:r>
            <w:r w:rsidR="00E57DB2">
              <w:t>, including:</w:t>
            </w:r>
          </w:p>
          <w:p w14:paraId="670CD961" w14:textId="77777777" w:rsidR="00DA50A8" w:rsidRPr="00DA50A8" w:rsidRDefault="00DA50A8" w:rsidP="00E57DB2">
            <w:pPr>
              <w:pStyle w:val="SIBulletList2"/>
            </w:pPr>
            <w:r w:rsidRPr="00DA50A8">
              <w:t>levelling principles and techniques</w:t>
            </w:r>
          </w:p>
          <w:p w14:paraId="3B0F4055" w14:textId="77777777" w:rsidR="00E57DB2" w:rsidRDefault="00DA50A8" w:rsidP="00E57DB2">
            <w:pPr>
              <w:pStyle w:val="SIBulletList2"/>
            </w:pPr>
            <w:r w:rsidRPr="00DA50A8">
              <w:t>footings for metal structures and their construction methods</w:t>
            </w:r>
          </w:p>
          <w:p w14:paraId="594042BC" w14:textId="66B842D4" w:rsidR="00F1480E" w:rsidRPr="000754EC" w:rsidRDefault="00E57DB2" w:rsidP="00E57DB2">
            <w:pPr>
              <w:pStyle w:val="SIBulletList2"/>
            </w:pPr>
            <w:r>
              <w:t>surface finishes</w:t>
            </w:r>
            <w:r w:rsidR="00DA50A8" w:rsidRPr="00DA50A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55D2EE1" w14:textId="77777777" w:rsidR="00680E14" w:rsidRPr="00680E14" w:rsidRDefault="00680E14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72DC60FA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B813E99" w14:textId="77777777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84B3D15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80E1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80E1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9735619" w14:textId="02962C84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t xml:space="preserve">workplace procedures applicable to </w:t>
            </w:r>
            <w:r w:rsidR="00E57DB2">
              <w:t>installing metal</w:t>
            </w:r>
            <w:r w:rsidRPr="00680E14">
              <w:t xml:space="preserve"> structures and features</w:t>
            </w:r>
          </w:p>
          <w:p w14:paraId="58BAE681" w14:textId="710F8375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materials, </w:t>
            </w:r>
            <w:proofErr w:type="gramStart"/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529D296" w14:textId="7B331630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PPE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0080714E" w14:textId="77777777" w:rsidR="00680E14" w:rsidRPr="00680E14" w:rsidRDefault="00680E14" w:rsidP="00680E1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A876246" w14:textId="71E724D9" w:rsidR="00680E14" w:rsidRPr="00680E14" w:rsidRDefault="00680E14" w:rsidP="00680E14">
            <w:pPr>
              <w:pStyle w:val="SIBulletList2"/>
              <w:rPr>
                <w:rFonts w:eastAsia="Calibri"/>
              </w:rPr>
            </w:pPr>
            <w:r w:rsidRPr="00680E14">
              <w:rPr>
                <w:rFonts w:eastAsia="Calibri"/>
              </w:rPr>
              <w:t xml:space="preserve">workplace requirements applicable to health and safety in the workplace for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6D20654" w14:textId="4B7D8AF3" w:rsidR="00680E14" w:rsidRPr="00680E14" w:rsidRDefault="00680E14" w:rsidP="00680E1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t xml:space="preserve">site plans, design drawings and specifications applicable to </w:t>
            </w:r>
            <w:r w:rsidR="00E57DB2">
              <w:t>installing metal</w:t>
            </w:r>
            <w:r w:rsidR="00E57DB2" w:rsidRPr="00E57DB2">
              <w:t xml:space="preserve"> </w:t>
            </w:r>
            <w:r w:rsidRPr="00680E14">
              <w:t>structures and features</w:t>
            </w:r>
          </w:p>
          <w:p w14:paraId="12497CDD" w14:textId="77777777" w:rsidR="00680E14" w:rsidRPr="00680E14" w:rsidRDefault="00680E14" w:rsidP="00680E1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2847F48A" w14:textId="77777777" w:rsidR="00680E14" w:rsidRPr="00680E14" w:rsidRDefault="00680E14" w:rsidP="00680E1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680E14" w:rsidRDefault="00DA54B5" w:rsidP="00680E1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14E9BB6" w:rsidR="00DA54B5" w:rsidRPr="00680E14" w:rsidRDefault="00DA54B5" w:rsidP="00680E1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0E1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DA7272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2744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F6611" w14:textId="77777777" w:rsidR="00316507" w:rsidRDefault="00316507" w:rsidP="00BF3F0A">
      <w:r>
        <w:separator/>
      </w:r>
    </w:p>
    <w:p w14:paraId="549B6D0C" w14:textId="77777777" w:rsidR="00316507" w:rsidRDefault="00316507"/>
  </w:endnote>
  <w:endnote w:type="continuationSeparator" w:id="0">
    <w:p w14:paraId="1BF1202F" w14:textId="77777777" w:rsidR="00316507" w:rsidRDefault="00316507" w:rsidP="00BF3F0A">
      <w:r>
        <w:continuationSeparator/>
      </w:r>
    </w:p>
    <w:p w14:paraId="0C6C7CD3" w14:textId="77777777" w:rsidR="00316507" w:rsidRDefault="00316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88C9B" w14:textId="77777777" w:rsidR="00316507" w:rsidRDefault="00316507" w:rsidP="00BF3F0A">
      <w:r>
        <w:separator/>
      </w:r>
    </w:p>
    <w:p w14:paraId="4337177C" w14:textId="77777777" w:rsidR="00316507" w:rsidRDefault="00316507"/>
  </w:footnote>
  <w:footnote w:type="continuationSeparator" w:id="0">
    <w:p w14:paraId="3C04514F" w14:textId="77777777" w:rsidR="00316507" w:rsidRDefault="00316507" w:rsidP="00BF3F0A">
      <w:r>
        <w:continuationSeparator/>
      </w:r>
    </w:p>
    <w:p w14:paraId="0CB016CC" w14:textId="77777777" w:rsidR="00316507" w:rsidRDefault="00316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E9F539A" w:rsidR="009C2650" w:rsidRPr="00DA50A8" w:rsidRDefault="00DA50A8" w:rsidP="00DA50A8">
    <w:r w:rsidRPr="00DA50A8">
      <w:rPr>
        <w:lang w:eastAsia="en-US"/>
      </w:rPr>
      <w:t>AHCLSC308 Install metal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C00C2D"/>
    <w:multiLevelType w:val="multilevel"/>
    <w:tmpl w:val="9C0E5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6F1669"/>
    <w:multiLevelType w:val="multilevel"/>
    <w:tmpl w:val="DBE43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0"/>
  </w:num>
  <w:num w:numId="3">
    <w:abstractNumId w:val="4"/>
  </w:num>
  <w:num w:numId="4">
    <w:abstractNumId w:val="33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32"/>
  </w:num>
  <w:num w:numId="10">
    <w:abstractNumId w:val="24"/>
  </w:num>
  <w:num w:numId="11">
    <w:abstractNumId w:val="30"/>
  </w:num>
  <w:num w:numId="12">
    <w:abstractNumId w:val="26"/>
  </w:num>
  <w:num w:numId="13">
    <w:abstractNumId w:val="35"/>
  </w:num>
  <w:num w:numId="14">
    <w:abstractNumId w:val="7"/>
  </w:num>
  <w:num w:numId="15">
    <w:abstractNumId w:val="8"/>
  </w:num>
  <w:num w:numId="16">
    <w:abstractNumId w:val="36"/>
  </w:num>
  <w:num w:numId="17">
    <w:abstractNumId w:val="25"/>
  </w:num>
  <w:num w:numId="18">
    <w:abstractNumId w:val="5"/>
  </w:num>
  <w:num w:numId="19">
    <w:abstractNumId w:val="13"/>
  </w:num>
  <w:num w:numId="20">
    <w:abstractNumId w:val="2"/>
  </w:num>
  <w:num w:numId="21">
    <w:abstractNumId w:val="27"/>
  </w:num>
  <w:num w:numId="22">
    <w:abstractNumId w:val="28"/>
  </w:num>
  <w:num w:numId="23">
    <w:abstractNumId w:val="22"/>
  </w:num>
  <w:num w:numId="24">
    <w:abstractNumId w:val="31"/>
  </w:num>
  <w:num w:numId="25">
    <w:abstractNumId w:val="12"/>
  </w:num>
  <w:num w:numId="26">
    <w:abstractNumId w:val="34"/>
  </w:num>
  <w:num w:numId="27">
    <w:abstractNumId w:val="9"/>
  </w:num>
  <w:num w:numId="28">
    <w:abstractNumId w:val="18"/>
  </w:num>
  <w:num w:numId="29">
    <w:abstractNumId w:val="16"/>
  </w:num>
  <w:num w:numId="30">
    <w:abstractNumId w:val="37"/>
  </w:num>
  <w:num w:numId="31">
    <w:abstractNumId w:val="11"/>
  </w:num>
  <w:num w:numId="32">
    <w:abstractNumId w:val="17"/>
  </w:num>
  <w:num w:numId="33">
    <w:abstractNumId w:val="20"/>
  </w:num>
  <w:num w:numId="34">
    <w:abstractNumId w:val="15"/>
  </w:num>
  <w:num w:numId="35">
    <w:abstractNumId w:val="6"/>
  </w:num>
  <w:num w:numId="36">
    <w:abstractNumId w:val="23"/>
  </w:num>
  <w:num w:numId="37">
    <w:abstractNumId w:val="1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507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33E5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1255"/>
    <w:rsid w:val="005427C8"/>
    <w:rsid w:val="005446D1"/>
    <w:rsid w:val="00556C4C"/>
    <w:rsid w:val="00557369"/>
    <w:rsid w:val="00557D22"/>
    <w:rsid w:val="0056376F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9BC"/>
    <w:rsid w:val="00643D1B"/>
    <w:rsid w:val="006452B8"/>
    <w:rsid w:val="00652E62"/>
    <w:rsid w:val="006679FD"/>
    <w:rsid w:val="00680E14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D7F23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441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0444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1164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86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9AB"/>
    <w:rsid w:val="00DA3C10"/>
    <w:rsid w:val="00DA50A8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3781A"/>
    <w:rsid w:val="00E40225"/>
    <w:rsid w:val="00E43468"/>
    <w:rsid w:val="00E501F0"/>
    <w:rsid w:val="00E57DB2"/>
    <w:rsid w:val="00E6166D"/>
    <w:rsid w:val="00E721C0"/>
    <w:rsid w:val="00E91BFF"/>
    <w:rsid w:val="00E92933"/>
    <w:rsid w:val="00E933B0"/>
    <w:rsid w:val="00E94FAD"/>
    <w:rsid w:val="00E95498"/>
    <w:rsid w:val="00EA1B96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  <w:rsid w:val="00FF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8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CAD0B0-2358-4C00-89D4-6D312C0E2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59B927-3C8F-42CE-8B6D-05DBB177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160</TotalTime>
  <Pages>5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31</cp:revision>
  <cp:lastPrinted>2016-05-27T05:21:00Z</cp:lastPrinted>
  <dcterms:created xsi:type="dcterms:W3CDTF">2020-08-25T06:08:00Z</dcterms:created>
  <dcterms:modified xsi:type="dcterms:W3CDTF">2021-06-08T06:23:00Z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